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966315" w:rsidRDefault="001A3DBF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966315">
        <w:rPr>
          <w:rFonts w:ascii="Calibri" w:hAnsi="Calibri" w:cs="Calibri"/>
          <w:b/>
          <w:sz w:val="22"/>
          <w:szCs w:val="16"/>
        </w:rPr>
        <w:t xml:space="preserve">Anexa </w:t>
      </w:r>
      <w:r w:rsidR="00966315" w:rsidRPr="00966315">
        <w:rPr>
          <w:rFonts w:ascii="Calibri" w:hAnsi="Calibri" w:cs="Calibri"/>
          <w:b/>
          <w:sz w:val="22"/>
          <w:szCs w:val="16"/>
        </w:rPr>
        <w:t>1</w:t>
      </w:r>
      <w:r w:rsidR="00730E4E">
        <w:rPr>
          <w:rFonts w:ascii="Calibri" w:hAnsi="Calibri" w:cs="Calibri"/>
          <w:b/>
          <w:sz w:val="22"/>
          <w:szCs w:val="16"/>
        </w:rPr>
        <w:t>3</w:t>
      </w:r>
    </w:p>
    <w:p w:rsidR="001A3DBF" w:rsidRDefault="001A3DBF" w:rsidP="005C7AFF">
      <w:pPr>
        <w:jc w:val="right"/>
        <w:rPr>
          <w:rFonts w:ascii="Calibri" w:hAnsi="Calibri" w:cs="Calibri"/>
          <w:sz w:val="16"/>
          <w:szCs w:val="16"/>
        </w:rPr>
      </w:pPr>
    </w:p>
    <w:p w:rsidR="001A3DBF" w:rsidRPr="00211D38" w:rsidRDefault="001A3DBF" w:rsidP="001A3DBF">
      <w:pPr>
        <w:pStyle w:val="criterii"/>
        <w:numPr>
          <w:ilvl w:val="0"/>
          <w:numId w:val="0"/>
        </w:numPr>
        <w:spacing w:before="0" w:after="0"/>
        <w:jc w:val="right"/>
        <w:rPr>
          <w:rFonts w:ascii="Arial Narrow" w:hAnsi="Arial Narrow"/>
          <w:sz w:val="24"/>
        </w:rPr>
      </w:pPr>
    </w:p>
    <w:p w:rsidR="001A3DBF" w:rsidRPr="001E1343" w:rsidRDefault="001A3DBF" w:rsidP="001A3DB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E1343">
        <w:rPr>
          <w:rFonts w:ascii="Calibri" w:hAnsi="Calibri" w:cs="Calibri"/>
          <w:sz w:val="24"/>
        </w:rPr>
        <w:t>Tabel centralizator numere cadastrale şi obiective de investiţie</w:t>
      </w:r>
    </w:p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1A3DBF">
      <w:pPr>
        <w:rPr>
          <w:rFonts w:ascii="Calibri" w:hAnsi="Calibri" w:cs="Calibri"/>
        </w:rPr>
      </w:pPr>
    </w:p>
    <w:tbl>
      <w:tblPr>
        <w:tblW w:w="9762" w:type="dxa"/>
        <w:tblInd w:w="-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1A3DBF" w:rsidRPr="001E1343" w:rsidTr="001E1343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1A3DBF" w:rsidRPr="001E1343" w:rsidRDefault="001A3DBF" w:rsidP="001E1343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(mp)</w:t>
            </w:r>
            <w:r w:rsid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6617BD" w:rsidRP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si /sau clădire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proiectului*</w:t>
            </w:r>
          </w:p>
          <w:p w:rsidR="001A3DBF" w:rsidRPr="001E1343" w:rsidRDefault="001A3DBF" w:rsidP="001E1343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 (dacă este cazul). </w:t>
            </w: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1A3DBF" w:rsidRPr="001E1343" w:rsidTr="001E1343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6617BD">
      <w:pPr>
        <w:jc w:val="both"/>
        <w:rPr>
          <w:rFonts w:ascii="Calibri" w:hAnsi="Calibri" w:cs="Calibri"/>
        </w:rPr>
      </w:pPr>
      <w:r w:rsidRPr="001E1343">
        <w:rPr>
          <w:rFonts w:ascii="Calibri" w:eastAsia="Calibri" w:hAnsi="Calibri" w:cs="Calibri"/>
          <w:b/>
          <w:bCs/>
          <w:color w:val="000000"/>
          <w:lang w:eastAsia="ro-RO"/>
        </w:rPr>
        <w:t>*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În coloana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val="en-US" w:eastAsia="ro-RO"/>
        </w:rPr>
        <w:t>“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care fac obiectul proiectului 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 xml:space="preserve">(teren/cladire) identificate prin extrasele de carte funciară,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>s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e vor menționa suprafețele afectate de lucrările de intervenții propuse pentru fiecare obiectiv de investiție propus</w:t>
      </w:r>
      <w:r w:rsid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.</w:t>
      </w:r>
    </w:p>
    <w:p w:rsidR="001A3DBF" w:rsidRPr="001E1343" w:rsidRDefault="001A3DBF" w:rsidP="001A3DBF">
      <w:pPr>
        <w:jc w:val="both"/>
        <w:rPr>
          <w:rFonts w:ascii="Calibri" w:hAnsi="Calibri" w:cs="Calibri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09018B" w:rsidRDefault="0009018B" w:rsidP="00376CFE"/>
    <w:p w:rsidR="0009018B" w:rsidRDefault="0009018B" w:rsidP="00376CFE"/>
    <w:p w:rsidR="00E31672" w:rsidRDefault="00E31672" w:rsidP="00376CFE">
      <w:bookmarkStart w:id="0" w:name="_GoBack"/>
      <w:bookmarkEnd w:id="0"/>
    </w:p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>
      <w:r>
        <w:t xml:space="preserve"> </w:t>
      </w:r>
    </w:p>
    <w:sectPr w:rsidR="00E31672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F9E" w:rsidRDefault="00F37F9E">
      <w:r>
        <w:separator/>
      </w:r>
    </w:p>
  </w:endnote>
  <w:endnote w:type="continuationSeparator" w:id="0">
    <w:p w:rsidR="00F37F9E" w:rsidRDefault="00F3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F70A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F70A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F9E" w:rsidRDefault="00F37F9E">
      <w:r>
        <w:separator/>
      </w:r>
    </w:p>
  </w:footnote>
  <w:footnote w:type="continuationSeparator" w:id="0">
    <w:p w:rsidR="00F37F9E" w:rsidRDefault="00F37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F70A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F70A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C2AAE"/>
    <w:rsid w:val="001009E8"/>
    <w:rsid w:val="001175F2"/>
    <w:rsid w:val="001357F6"/>
    <w:rsid w:val="00144BFD"/>
    <w:rsid w:val="001A3DBF"/>
    <w:rsid w:val="001E1343"/>
    <w:rsid w:val="001E7D06"/>
    <w:rsid w:val="002B3BB9"/>
    <w:rsid w:val="002E07E9"/>
    <w:rsid w:val="002F1246"/>
    <w:rsid w:val="00351F71"/>
    <w:rsid w:val="00376CFE"/>
    <w:rsid w:val="003E2E03"/>
    <w:rsid w:val="00474F02"/>
    <w:rsid w:val="004764BC"/>
    <w:rsid w:val="00523BEA"/>
    <w:rsid w:val="005A6B00"/>
    <w:rsid w:val="005C21C9"/>
    <w:rsid w:val="005C7AFF"/>
    <w:rsid w:val="005F70A8"/>
    <w:rsid w:val="00643AC4"/>
    <w:rsid w:val="006617BD"/>
    <w:rsid w:val="006B79B9"/>
    <w:rsid w:val="006F14B9"/>
    <w:rsid w:val="007209E0"/>
    <w:rsid w:val="00730E4E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66315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7F9E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5A9F653-F0AE-47DB-9543-68F87489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1A3DBF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D0230-409A-414F-BE12-89131F65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94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642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2023-08-09T11:24:00Z</dcterms:created>
  <dcterms:modified xsi:type="dcterms:W3CDTF">2023-08-09T11:24:00Z</dcterms:modified>
</cp:coreProperties>
</file>